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C04" w:rsidRPr="00737C04" w:rsidRDefault="00737C04" w:rsidP="00737C04">
      <w:pPr>
        <w:pStyle w:val="Cartable"/>
        <w:rPr>
          <w:lang w:eastAsia="fr-FR"/>
        </w:rPr>
      </w:pPr>
      <w:r w:rsidRPr="00737C04">
        <w:rPr>
          <w:lang w:eastAsia="fr-FR"/>
        </w:rPr>
        <w:t xml:space="preserve">La Belle et la Bête </w:t>
      </w:r>
    </w:p>
    <w:p w:rsidR="00737C04" w:rsidRPr="00737C04" w:rsidRDefault="00EA48A1" w:rsidP="00737C04">
      <w:pPr>
        <w:pStyle w:val="Cartable"/>
        <w:rPr>
          <w:u w:val="thick" w:color="000000"/>
          <w:lang w:eastAsia="fr-FR"/>
        </w:rPr>
      </w:pPr>
      <w:r>
        <w:rPr>
          <w:u w:val="thick" w:color="000000"/>
          <w:lang w:eastAsia="fr-FR"/>
        </w:rPr>
        <w:t>Extrait 3</w:t>
      </w:r>
    </w:p>
    <w:p w:rsidR="009F1F18" w:rsidRPr="009F1F18" w:rsidRDefault="009F1F18" w:rsidP="009F1F18">
      <w:pPr>
        <w:pStyle w:val="Cartable"/>
        <w:rPr>
          <w:color w:val="00CC00"/>
          <w:lang w:eastAsia="fr-FR"/>
        </w:rPr>
      </w:pPr>
      <w:r w:rsidRPr="009F1F18">
        <w:rPr>
          <w:color w:val="0000FF"/>
          <w:lang w:eastAsia="fr-FR"/>
        </w:rPr>
        <w:t xml:space="preserve">Elle ouvrit la bibliothèque, et vit un livre, où il y avait </w:t>
      </w:r>
      <w:r w:rsidRPr="009F1F18">
        <w:rPr>
          <w:color w:val="FF0000"/>
          <w:lang w:eastAsia="fr-FR"/>
        </w:rPr>
        <w:t xml:space="preserve">écrit en lettres d’or : Souhaitez, commandez, vous </w:t>
      </w:r>
      <w:r w:rsidRPr="009F1F18">
        <w:rPr>
          <w:color w:val="00CC00"/>
          <w:lang w:eastAsia="fr-FR"/>
        </w:rPr>
        <w:t xml:space="preserve">êtes ici la reine et la maîtresse. « Hélas ! dit-elle en </w:t>
      </w:r>
      <w:r w:rsidRPr="009F1F18">
        <w:rPr>
          <w:color w:val="0000FF"/>
          <w:lang w:eastAsia="fr-FR"/>
        </w:rPr>
        <w:t xml:space="preserve">soupirant, je ne souhaite rien que de revoir mon </w:t>
      </w:r>
      <w:r w:rsidRPr="009F1F18">
        <w:rPr>
          <w:color w:val="FF0000"/>
          <w:lang w:eastAsia="fr-FR"/>
        </w:rPr>
        <w:t xml:space="preserve">pauvre père et de savoir ce qu’il fait à présent. » Elle </w:t>
      </w:r>
      <w:r w:rsidRPr="009F1F18">
        <w:rPr>
          <w:color w:val="00CC00"/>
          <w:lang w:eastAsia="fr-FR"/>
        </w:rPr>
        <w:t xml:space="preserve">avait dit cela en elle-même. Quelle fut sa surprise, </w:t>
      </w:r>
      <w:r w:rsidRPr="009F1F18">
        <w:rPr>
          <w:color w:val="0000FF"/>
          <w:lang w:eastAsia="fr-FR"/>
        </w:rPr>
        <w:t xml:space="preserve">en jetant les yeux sur un grand miroir, d’y voir sa </w:t>
      </w:r>
      <w:r w:rsidRPr="009F1F18">
        <w:rPr>
          <w:color w:val="FF0000"/>
          <w:lang w:eastAsia="fr-FR"/>
        </w:rPr>
        <w:t xml:space="preserve">maison où son père arrivait avec un visage </w:t>
      </w:r>
      <w:r w:rsidRPr="009F1F18">
        <w:rPr>
          <w:color w:val="00CC00"/>
          <w:lang w:eastAsia="fr-FR"/>
        </w:rPr>
        <w:t xml:space="preserve">extrêmement triste ; ses sœurs venaient au-devant </w:t>
      </w:r>
      <w:r w:rsidRPr="009F1F18">
        <w:rPr>
          <w:color w:val="0000FF"/>
          <w:lang w:eastAsia="fr-FR"/>
        </w:rPr>
        <w:t xml:space="preserve">de lui ; et, malgré les grimaces qu’elles faisaient </w:t>
      </w:r>
      <w:r w:rsidRPr="009F1F18">
        <w:rPr>
          <w:color w:val="FF0000"/>
          <w:lang w:eastAsia="fr-FR"/>
        </w:rPr>
        <w:t xml:space="preserve">pour paraître affligées, la joie qu’elles avaient de la </w:t>
      </w:r>
      <w:r w:rsidRPr="009F1F18">
        <w:rPr>
          <w:color w:val="00CC00"/>
          <w:lang w:eastAsia="fr-FR"/>
        </w:rPr>
        <w:t>perte de leur sœur, paraissait sur leur</w:t>
      </w:r>
      <w:r w:rsidR="008D27CD">
        <w:rPr>
          <w:color w:val="00CC00"/>
          <w:lang w:eastAsia="fr-FR"/>
        </w:rPr>
        <w:t>s</w:t>
      </w:r>
      <w:r w:rsidRPr="009F1F18">
        <w:rPr>
          <w:color w:val="00CC00"/>
          <w:lang w:eastAsia="fr-FR"/>
        </w:rPr>
        <w:t xml:space="preserve"> visage</w:t>
      </w:r>
      <w:r w:rsidR="008D27CD">
        <w:rPr>
          <w:color w:val="00CC00"/>
          <w:lang w:eastAsia="fr-FR"/>
        </w:rPr>
        <w:t>s</w:t>
      </w:r>
      <w:r w:rsidRPr="009F1F18">
        <w:rPr>
          <w:color w:val="00CC00"/>
          <w:lang w:eastAsia="fr-FR"/>
        </w:rPr>
        <w:t>.</w:t>
      </w:r>
    </w:p>
    <w:p w:rsidR="009F1F18" w:rsidRPr="009F1F18" w:rsidRDefault="009F1F18" w:rsidP="009F1F18">
      <w:pPr>
        <w:pStyle w:val="Cartable"/>
        <w:rPr>
          <w:color w:val="00CC00"/>
          <w:lang w:eastAsia="fr-FR"/>
        </w:rPr>
      </w:pPr>
      <w:r w:rsidRPr="009F1F18">
        <w:rPr>
          <w:color w:val="0000FF"/>
          <w:lang w:eastAsia="fr-FR"/>
        </w:rPr>
        <w:lastRenderedPageBreak/>
        <w:t xml:space="preserve">Un moment après, tout cela disparut, et la Belle ne </w:t>
      </w:r>
      <w:r w:rsidRPr="009F1F18">
        <w:rPr>
          <w:color w:val="FF0000"/>
          <w:lang w:eastAsia="fr-FR"/>
        </w:rPr>
        <w:t xml:space="preserve">put s’empêcher de penser que la Bête était bien </w:t>
      </w:r>
      <w:r w:rsidRPr="009F1F18">
        <w:rPr>
          <w:color w:val="00CC00"/>
          <w:lang w:eastAsia="fr-FR"/>
        </w:rPr>
        <w:t>complaisante et qu’elle n’avait rien à craindre d’elle.</w:t>
      </w:r>
    </w:p>
    <w:p w:rsidR="009F1F18" w:rsidRPr="009F1F18" w:rsidRDefault="009F1F18" w:rsidP="009F1F18">
      <w:pPr>
        <w:pStyle w:val="Cartable"/>
        <w:rPr>
          <w:color w:val="00CC00"/>
          <w:lang w:eastAsia="fr-FR"/>
        </w:rPr>
      </w:pPr>
      <w:r w:rsidRPr="009F1F18">
        <w:rPr>
          <w:color w:val="0000FF"/>
          <w:lang w:eastAsia="fr-FR"/>
        </w:rPr>
        <w:t xml:space="preserve">À midi, elle trouva la table mise, et pendant son </w:t>
      </w:r>
      <w:r w:rsidRPr="009F1F18">
        <w:rPr>
          <w:color w:val="FF0000"/>
          <w:lang w:eastAsia="fr-FR"/>
        </w:rPr>
        <w:t xml:space="preserve">dîner, elle entendit un excellent concert, quoiqu’elle </w:t>
      </w:r>
      <w:r w:rsidRPr="009F1F18">
        <w:rPr>
          <w:color w:val="00CC00"/>
          <w:lang w:eastAsia="fr-FR"/>
        </w:rPr>
        <w:t>ne vît personne.</w:t>
      </w:r>
    </w:p>
    <w:p w:rsidR="009F1F18" w:rsidRPr="009F1F18" w:rsidRDefault="009F1F18" w:rsidP="009F1F18">
      <w:pPr>
        <w:pStyle w:val="Cartable"/>
        <w:rPr>
          <w:color w:val="00CC00"/>
          <w:lang w:eastAsia="fr-FR"/>
        </w:rPr>
      </w:pPr>
      <w:r w:rsidRPr="009F1F18">
        <w:rPr>
          <w:color w:val="0000FF"/>
          <w:lang w:eastAsia="fr-FR"/>
        </w:rPr>
        <w:t xml:space="preserve">Le soir, comme elle allait se mettre à table, elle </w:t>
      </w:r>
      <w:r w:rsidRPr="009F1F18">
        <w:rPr>
          <w:color w:val="FF0000"/>
          <w:lang w:eastAsia="fr-FR"/>
        </w:rPr>
        <w:t xml:space="preserve">entendit le bruit que faisait la Bête, et ne put </w:t>
      </w:r>
      <w:r w:rsidRPr="009F1F18">
        <w:rPr>
          <w:color w:val="00CC00"/>
          <w:lang w:eastAsia="fr-FR"/>
        </w:rPr>
        <w:t>s’empêcher de frémir.</w:t>
      </w:r>
    </w:p>
    <w:p w:rsidR="009F1F18" w:rsidRPr="009F1F18" w:rsidRDefault="009F1F18" w:rsidP="009F1F18">
      <w:pPr>
        <w:pStyle w:val="Cartable"/>
        <w:rPr>
          <w:color w:val="FF0000"/>
          <w:lang w:eastAsia="fr-FR"/>
        </w:rPr>
      </w:pPr>
      <w:r w:rsidRPr="009F1F18">
        <w:rPr>
          <w:color w:val="0000FF"/>
          <w:lang w:eastAsia="fr-FR"/>
        </w:rPr>
        <w:t xml:space="preserve">— La Belle, lui dit ce monstre, voulez-vous bien que </w:t>
      </w:r>
      <w:r w:rsidRPr="009F1F18">
        <w:rPr>
          <w:color w:val="FF0000"/>
          <w:lang w:eastAsia="fr-FR"/>
        </w:rPr>
        <w:t>je vous voie souper ?</w:t>
      </w:r>
    </w:p>
    <w:p w:rsidR="009F1F18" w:rsidRPr="009F1F18" w:rsidRDefault="009F1F18" w:rsidP="009F1F18">
      <w:pPr>
        <w:pStyle w:val="Cartable"/>
        <w:rPr>
          <w:color w:val="0000FF"/>
          <w:lang w:eastAsia="fr-FR"/>
        </w:rPr>
      </w:pPr>
      <w:r w:rsidRPr="009F1F18">
        <w:rPr>
          <w:color w:val="00CC00"/>
          <w:lang w:eastAsia="fr-FR"/>
        </w:rPr>
        <w:t xml:space="preserve">— Vous êtes le maître, répondit la Belle, en </w:t>
      </w:r>
      <w:r w:rsidRPr="009F1F18">
        <w:rPr>
          <w:color w:val="0000FF"/>
          <w:lang w:eastAsia="fr-FR"/>
        </w:rPr>
        <w:t>tremblant.</w:t>
      </w:r>
    </w:p>
    <w:p w:rsidR="009F1F18" w:rsidRPr="009F1F18" w:rsidRDefault="009F1F18" w:rsidP="009F1F18">
      <w:pPr>
        <w:pStyle w:val="Cartable"/>
        <w:rPr>
          <w:color w:val="FF0000"/>
          <w:lang w:eastAsia="fr-FR"/>
        </w:rPr>
      </w:pPr>
      <w:r w:rsidRPr="009F1F18">
        <w:rPr>
          <w:color w:val="FF0000"/>
          <w:lang w:eastAsia="fr-FR"/>
        </w:rPr>
        <w:lastRenderedPageBreak/>
        <w:t xml:space="preserve">— Non, répondit la Bête ; il n’y a ici de maîtresse </w:t>
      </w:r>
      <w:r w:rsidRPr="009F1F18">
        <w:rPr>
          <w:color w:val="00CC00"/>
          <w:lang w:eastAsia="fr-FR"/>
        </w:rPr>
        <w:t xml:space="preserve">que vous : vous n’avez qu’à me dire de m’en aller si </w:t>
      </w:r>
      <w:r w:rsidRPr="009F1F18">
        <w:rPr>
          <w:color w:val="0000FF"/>
          <w:lang w:eastAsia="fr-FR"/>
        </w:rPr>
        <w:t xml:space="preserve">je vous ennuie ; je sortirai tout de suite. Dites-moi : </w:t>
      </w:r>
      <w:r w:rsidRPr="009F1F18">
        <w:rPr>
          <w:color w:val="FF0000"/>
          <w:lang w:eastAsia="fr-FR"/>
        </w:rPr>
        <w:t>n’est-ce pas que vous me trouvez bien laid ?</w:t>
      </w:r>
    </w:p>
    <w:p w:rsidR="009F1F18" w:rsidRPr="009F1F18" w:rsidRDefault="009F1F18" w:rsidP="009F1F18">
      <w:pPr>
        <w:pStyle w:val="Cartable"/>
        <w:rPr>
          <w:color w:val="0000FF"/>
          <w:lang w:eastAsia="fr-FR"/>
        </w:rPr>
      </w:pPr>
      <w:r w:rsidRPr="009F1F18">
        <w:rPr>
          <w:color w:val="00CC00"/>
          <w:lang w:eastAsia="fr-FR"/>
        </w:rPr>
        <w:t xml:space="preserve">— Cela est vrai, dit la Belle, car je ne sais pas </w:t>
      </w:r>
      <w:r w:rsidRPr="009F1F18">
        <w:rPr>
          <w:color w:val="0000FF"/>
          <w:lang w:eastAsia="fr-FR"/>
        </w:rPr>
        <w:t>mentir ; mais je crois que vous êtes fort bon.</w:t>
      </w:r>
    </w:p>
    <w:p w:rsidR="009F1F18" w:rsidRPr="009F1F18" w:rsidRDefault="009F1F18" w:rsidP="009F1F18">
      <w:pPr>
        <w:pStyle w:val="Cartable"/>
        <w:rPr>
          <w:color w:val="0000FF"/>
          <w:lang w:eastAsia="fr-FR"/>
        </w:rPr>
      </w:pPr>
      <w:r w:rsidRPr="009F1F18">
        <w:rPr>
          <w:color w:val="FF0000"/>
          <w:lang w:eastAsia="fr-FR"/>
        </w:rPr>
        <w:t xml:space="preserve">— Vous avez raison, dit le monstre ; mais, outre que </w:t>
      </w:r>
      <w:r w:rsidRPr="009F1F18">
        <w:rPr>
          <w:color w:val="00CC00"/>
          <w:lang w:eastAsia="fr-FR"/>
        </w:rPr>
        <w:t xml:space="preserve">je suis laid, je n’ai point d’esprit : je sais bien que je </w:t>
      </w:r>
      <w:r w:rsidRPr="009F1F18">
        <w:rPr>
          <w:color w:val="0000FF"/>
          <w:lang w:eastAsia="fr-FR"/>
        </w:rPr>
        <w:t>ne suis qu’une bête.</w:t>
      </w:r>
    </w:p>
    <w:p w:rsidR="009F1F18" w:rsidRPr="009F1F18" w:rsidRDefault="009F1F18" w:rsidP="009F1F18">
      <w:pPr>
        <w:pStyle w:val="Cartable"/>
        <w:rPr>
          <w:color w:val="00CC00"/>
          <w:lang w:eastAsia="fr-FR"/>
        </w:rPr>
      </w:pPr>
      <w:r w:rsidRPr="009F1F18">
        <w:rPr>
          <w:color w:val="FF0000"/>
          <w:lang w:eastAsia="fr-FR"/>
        </w:rPr>
        <w:t xml:space="preserve">— On n’est pas bête, reprit la Belle, quand on croit </w:t>
      </w:r>
      <w:r w:rsidRPr="009F1F18">
        <w:rPr>
          <w:color w:val="00CC00"/>
          <w:lang w:eastAsia="fr-FR"/>
        </w:rPr>
        <w:t>n’avoir point d’esprit : un sot n’a jamais su cela.</w:t>
      </w:r>
    </w:p>
    <w:p w:rsidR="009F1F18" w:rsidRPr="009F1F18" w:rsidRDefault="009F1F18" w:rsidP="009F1F18">
      <w:pPr>
        <w:pStyle w:val="Cartable"/>
        <w:rPr>
          <w:color w:val="0000FF"/>
          <w:lang w:eastAsia="fr-FR"/>
        </w:rPr>
      </w:pPr>
      <w:r w:rsidRPr="009F1F18">
        <w:rPr>
          <w:color w:val="0000FF"/>
          <w:lang w:eastAsia="fr-FR"/>
        </w:rPr>
        <w:t xml:space="preserve">— Mangez donc, la Belle, lui dit le monstre, et </w:t>
      </w:r>
      <w:r w:rsidR="008D27CD">
        <w:rPr>
          <w:color w:val="FF0000"/>
          <w:lang w:eastAsia="fr-FR"/>
        </w:rPr>
        <w:t>tâchez de ne</w:t>
      </w:r>
      <w:r w:rsidRPr="009F1F18">
        <w:rPr>
          <w:color w:val="FF0000"/>
          <w:lang w:eastAsia="fr-FR"/>
        </w:rPr>
        <w:t xml:space="preserve"> point </w:t>
      </w:r>
      <w:r w:rsidR="008D27CD">
        <w:rPr>
          <w:color w:val="FF0000"/>
          <w:lang w:eastAsia="fr-FR"/>
        </w:rPr>
        <w:t xml:space="preserve">vous </w:t>
      </w:r>
      <w:r w:rsidRPr="009F1F18">
        <w:rPr>
          <w:color w:val="FF0000"/>
          <w:lang w:eastAsia="fr-FR"/>
        </w:rPr>
        <w:t xml:space="preserve">ennuyer dans votre </w:t>
      </w:r>
      <w:r w:rsidRPr="009F1F18">
        <w:rPr>
          <w:color w:val="00CC00"/>
          <w:lang w:eastAsia="fr-FR"/>
        </w:rPr>
        <w:lastRenderedPageBreak/>
        <w:t xml:space="preserve">maison ; car tout ceci est à vous. J’aurais du chagrin </w:t>
      </w:r>
      <w:r w:rsidRPr="009F1F18">
        <w:rPr>
          <w:color w:val="0000FF"/>
          <w:lang w:eastAsia="fr-FR"/>
        </w:rPr>
        <w:t>si vous n’étiez pas contente.</w:t>
      </w:r>
    </w:p>
    <w:p w:rsidR="009F1F18" w:rsidRPr="009F1F18" w:rsidRDefault="009F1F18" w:rsidP="009F1F18">
      <w:pPr>
        <w:pStyle w:val="Cartable"/>
        <w:rPr>
          <w:color w:val="FF0000"/>
          <w:lang w:eastAsia="fr-FR"/>
        </w:rPr>
      </w:pPr>
      <w:r w:rsidRPr="009F1F18">
        <w:rPr>
          <w:color w:val="FF0000"/>
          <w:lang w:eastAsia="fr-FR"/>
        </w:rPr>
        <w:t>— Vous avez bien de la bonté, dit la Belle.</w:t>
      </w:r>
    </w:p>
    <w:p w:rsidR="009F1F18" w:rsidRPr="009F1F18" w:rsidRDefault="009F1F18" w:rsidP="009F1F18">
      <w:pPr>
        <w:pStyle w:val="Cartable"/>
        <w:rPr>
          <w:color w:val="FF0000"/>
          <w:lang w:eastAsia="fr-FR"/>
        </w:rPr>
      </w:pPr>
      <w:r w:rsidRPr="009F1F18">
        <w:rPr>
          <w:color w:val="00CC00"/>
          <w:lang w:eastAsia="fr-FR"/>
        </w:rPr>
        <w:t xml:space="preserve">Je vous avoue que je suis bien contente de votre </w:t>
      </w:r>
      <w:r w:rsidRPr="009F1F18">
        <w:rPr>
          <w:color w:val="0000FF"/>
          <w:lang w:eastAsia="fr-FR"/>
        </w:rPr>
        <w:t xml:space="preserve">bon cœur : quand j’y pense, vous ne me paraissez </w:t>
      </w:r>
      <w:r w:rsidRPr="009F1F18">
        <w:rPr>
          <w:color w:val="FF0000"/>
          <w:lang w:eastAsia="fr-FR"/>
        </w:rPr>
        <w:t>plus si laid.</w:t>
      </w:r>
    </w:p>
    <w:p w:rsidR="009F1F18" w:rsidRPr="009F1F18" w:rsidRDefault="008D27CD" w:rsidP="009F1F18">
      <w:pPr>
        <w:pStyle w:val="Cartable"/>
        <w:rPr>
          <w:color w:val="0000FF"/>
          <w:lang w:eastAsia="fr-FR"/>
        </w:rPr>
      </w:pPr>
      <w:r>
        <w:rPr>
          <w:color w:val="00CC00"/>
          <w:lang w:eastAsia="fr-FR"/>
        </w:rPr>
        <w:t>— Oh ! D</w:t>
      </w:r>
      <w:bookmarkStart w:id="0" w:name="_GoBack"/>
      <w:bookmarkEnd w:id="0"/>
      <w:r w:rsidR="009F1F18" w:rsidRPr="009F1F18">
        <w:rPr>
          <w:color w:val="00CC00"/>
          <w:lang w:eastAsia="fr-FR"/>
        </w:rPr>
        <w:t xml:space="preserve">ame, oui, répondit la Bête, j’ai le cœur bon, </w:t>
      </w:r>
      <w:r w:rsidR="009F1F18" w:rsidRPr="009F1F18">
        <w:rPr>
          <w:color w:val="0000FF"/>
          <w:lang w:eastAsia="fr-FR"/>
        </w:rPr>
        <w:t>mais je suis un monstre.</w:t>
      </w:r>
    </w:p>
    <w:p w:rsidR="009F1F18" w:rsidRPr="009F1F18" w:rsidRDefault="009F1F18" w:rsidP="009F1F18">
      <w:pPr>
        <w:pStyle w:val="Cartable"/>
        <w:rPr>
          <w:color w:val="FF0000"/>
          <w:lang w:eastAsia="fr-FR"/>
        </w:rPr>
      </w:pPr>
      <w:r w:rsidRPr="009F1F18">
        <w:rPr>
          <w:color w:val="FF0000"/>
          <w:lang w:eastAsia="fr-FR"/>
        </w:rPr>
        <w:t xml:space="preserve">— Il y a bien des hommes qui sont plus monstres </w:t>
      </w:r>
      <w:r w:rsidRPr="009F1F18">
        <w:rPr>
          <w:color w:val="00CC00"/>
          <w:lang w:eastAsia="fr-FR"/>
        </w:rPr>
        <w:t xml:space="preserve">que vous, dit la Belle ; et je vous aime mieux avec </w:t>
      </w:r>
      <w:r w:rsidRPr="009F1F18">
        <w:rPr>
          <w:color w:val="0000FF"/>
          <w:lang w:eastAsia="fr-FR"/>
        </w:rPr>
        <w:t xml:space="preserve">votre figure que ceux qui, avec la figure d’homme, </w:t>
      </w:r>
      <w:r w:rsidRPr="009F1F18">
        <w:rPr>
          <w:color w:val="FF0000"/>
          <w:lang w:eastAsia="fr-FR"/>
        </w:rPr>
        <w:t>cachent un cœur faux, corrompu, ingrat.</w:t>
      </w:r>
    </w:p>
    <w:p w:rsidR="009F1F18" w:rsidRPr="009F1F18" w:rsidRDefault="009F1F18" w:rsidP="009F1F18">
      <w:pPr>
        <w:pStyle w:val="Cartable"/>
        <w:rPr>
          <w:color w:val="00CC00"/>
          <w:lang w:eastAsia="fr-FR"/>
        </w:rPr>
      </w:pPr>
      <w:r w:rsidRPr="009F1F18">
        <w:rPr>
          <w:color w:val="00CC00"/>
          <w:lang w:eastAsia="fr-FR"/>
        </w:rPr>
        <w:t xml:space="preserve">— Si j’avais de l’esprit, reprit la Bête, je vous ferais </w:t>
      </w:r>
      <w:r w:rsidRPr="009F1F18">
        <w:rPr>
          <w:color w:val="0000FF"/>
          <w:lang w:eastAsia="fr-FR"/>
        </w:rPr>
        <w:t xml:space="preserve">un grand compliment pour vous remercier ; mais je </w:t>
      </w:r>
      <w:r w:rsidRPr="009F1F18">
        <w:rPr>
          <w:color w:val="FF0000"/>
          <w:lang w:eastAsia="fr-FR"/>
        </w:rPr>
        <w:lastRenderedPageBreak/>
        <w:t xml:space="preserve">suis un stupide, et tout ce que je puis vous dire, c’est </w:t>
      </w:r>
      <w:r w:rsidRPr="009F1F18">
        <w:rPr>
          <w:color w:val="00CC00"/>
          <w:lang w:eastAsia="fr-FR"/>
        </w:rPr>
        <w:t>que je vous suis bien obligé.</w:t>
      </w:r>
    </w:p>
    <w:p w:rsidR="009F1F18" w:rsidRPr="009F1F18" w:rsidRDefault="009F1F18" w:rsidP="009F1F18">
      <w:pPr>
        <w:pStyle w:val="Cartable"/>
        <w:rPr>
          <w:color w:val="00CC00"/>
          <w:lang w:eastAsia="fr-FR"/>
        </w:rPr>
      </w:pPr>
      <w:r w:rsidRPr="009F1F18">
        <w:rPr>
          <w:color w:val="0000FF"/>
          <w:lang w:eastAsia="fr-FR"/>
        </w:rPr>
        <w:t xml:space="preserve">La Belle soupa de bon appétit. Elle n’avait presque </w:t>
      </w:r>
      <w:r w:rsidRPr="009F1F18">
        <w:rPr>
          <w:color w:val="FF0000"/>
          <w:lang w:eastAsia="fr-FR"/>
        </w:rPr>
        <w:t xml:space="preserve">plus peur du monstre ; mais elle manqua mourir de </w:t>
      </w:r>
      <w:r w:rsidRPr="009F1F18">
        <w:rPr>
          <w:color w:val="00CC00"/>
          <w:lang w:eastAsia="fr-FR"/>
        </w:rPr>
        <w:t>frayeur, lorsqu’il lui dit :</w:t>
      </w:r>
    </w:p>
    <w:p w:rsidR="009F1F18" w:rsidRPr="009F1F18" w:rsidRDefault="009F1F18" w:rsidP="009F1F18">
      <w:pPr>
        <w:pStyle w:val="Cartable"/>
        <w:rPr>
          <w:color w:val="0000FF"/>
          <w:lang w:eastAsia="fr-FR"/>
        </w:rPr>
      </w:pPr>
      <w:r w:rsidRPr="009F1F18">
        <w:rPr>
          <w:color w:val="0000FF"/>
          <w:lang w:eastAsia="fr-FR"/>
        </w:rPr>
        <w:t>— La Belle, voulez-vous être ma femme ?</w:t>
      </w:r>
    </w:p>
    <w:p w:rsidR="009F1F18" w:rsidRPr="009F1F18" w:rsidRDefault="009F1F18" w:rsidP="009F1F18">
      <w:pPr>
        <w:pStyle w:val="Cartable"/>
        <w:rPr>
          <w:color w:val="0000FF"/>
          <w:lang w:eastAsia="fr-FR"/>
        </w:rPr>
      </w:pPr>
      <w:r w:rsidRPr="009F1F18">
        <w:rPr>
          <w:color w:val="FF0000"/>
          <w:lang w:eastAsia="fr-FR"/>
        </w:rPr>
        <w:t xml:space="preserve">Elle fut quelque temps sans répondre : elle avait </w:t>
      </w:r>
      <w:r w:rsidRPr="009F1F18">
        <w:rPr>
          <w:color w:val="00CC00"/>
          <w:lang w:eastAsia="fr-FR"/>
        </w:rPr>
        <w:t xml:space="preserve">peur d’exciter la colère du monstre en le refusant, </w:t>
      </w:r>
      <w:r w:rsidRPr="009F1F18">
        <w:rPr>
          <w:color w:val="0000FF"/>
          <w:lang w:eastAsia="fr-FR"/>
        </w:rPr>
        <w:t>elle lui dit pourtant en tremblant :</w:t>
      </w:r>
    </w:p>
    <w:p w:rsidR="009F1F18" w:rsidRPr="009F1F18" w:rsidRDefault="009F1F18" w:rsidP="009F1F18">
      <w:pPr>
        <w:pStyle w:val="Cartable"/>
        <w:rPr>
          <w:color w:val="FF0000"/>
          <w:lang w:eastAsia="fr-FR"/>
        </w:rPr>
      </w:pPr>
      <w:r w:rsidRPr="009F1F18">
        <w:rPr>
          <w:color w:val="FF0000"/>
          <w:lang w:eastAsia="fr-FR"/>
        </w:rPr>
        <w:t>— Non, la Bête.</w:t>
      </w:r>
    </w:p>
    <w:p w:rsidR="009F1F18" w:rsidRPr="009F1F18" w:rsidRDefault="009F1F18" w:rsidP="009F1F18">
      <w:pPr>
        <w:pStyle w:val="Cartable"/>
        <w:rPr>
          <w:color w:val="FF0000"/>
          <w:lang w:eastAsia="fr-FR"/>
        </w:rPr>
      </w:pPr>
      <w:r w:rsidRPr="009F1F18">
        <w:rPr>
          <w:color w:val="00CC00"/>
          <w:lang w:eastAsia="fr-FR"/>
        </w:rPr>
        <w:t xml:space="preserve">Dans le moment ce pauvre monstre voulut soupirer, </w:t>
      </w:r>
      <w:r w:rsidRPr="009F1F18">
        <w:rPr>
          <w:color w:val="0000FF"/>
          <w:lang w:eastAsia="fr-FR"/>
        </w:rPr>
        <w:t xml:space="preserve">et il fit un sifflement si épouvantable, que tout le </w:t>
      </w:r>
      <w:r w:rsidRPr="009F1F18">
        <w:rPr>
          <w:color w:val="FF0000"/>
          <w:lang w:eastAsia="fr-FR"/>
        </w:rPr>
        <w:t xml:space="preserve">palais en retentit ; mais la Belle fut bientôt rassurée, </w:t>
      </w:r>
      <w:r w:rsidRPr="009F1F18">
        <w:rPr>
          <w:color w:val="00CC00"/>
          <w:lang w:eastAsia="fr-FR"/>
        </w:rPr>
        <w:t xml:space="preserve">car la Bête lui ayant dit tristement : « Adieu donc, la </w:t>
      </w:r>
      <w:r w:rsidRPr="009F1F18">
        <w:rPr>
          <w:color w:val="0000FF"/>
          <w:lang w:eastAsia="fr-FR"/>
        </w:rPr>
        <w:lastRenderedPageBreak/>
        <w:t xml:space="preserve">Belle », sortit de la chambre en se retournant de </w:t>
      </w:r>
      <w:r w:rsidRPr="009F1F18">
        <w:rPr>
          <w:color w:val="FF0000"/>
          <w:lang w:eastAsia="fr-FR"/>
        </w:rPr>
        <w:t>temps en temps pour la regarder encore.</w:t>
      </w:r>
    </w:p>
    <w:p w:rsidR="009F1F18" w:rsidRPr="009F1F18" w:rsidRDefault="009F1F18" w:rsidP="009F1F18">
      <w:pPr>
        <w:pStyle w:val="Cartable"/>
        <w:rPr>
          <w:color w:val="00CC00"/>
          <w:lang w:eastAsia="fr-FR"/>
        </w:rPr>
      </w:pPr>
      <w:r w:rsidRPr="009F1F18">
        <w:rPr>
          <w:color w:val="00CC00"/>
          <w:lang w:eastAsia="fr-FR"/>
        </w:rPr>
        <w:t xml:space="preserve">La Belle, se voyant seule, sentit une grande </w:t>
      </w:r>
      <w:r w:rsidRPr="009F1F18">
        <w:rPr>
          <w:color w:val="0000FF"/>
          <w:lang w:eastAsia="fr-FR"/>
        </w:rPr>
        <w:t xml:space="preserve">compassion pour cette pauvre Bête : « Hélas, </w:t>
      </w:r>
      <w:r w:rsidRPr="009F1F18">
        <w:rPr>
          <w:color w:val="FF0000"/>
          <w:lang w:eastAsia="fr-FR"/>
        </w:rPr>
        <w:t xml:space="preserve">disait-elle, c’est bien dommage qu’elle soit si laide, </w:t>
      </w:r>
      <w:r w:rsidRPr="009F1F18">
        <w:rPr>
          <w:color w:val="00CC00"/>
          <w:lang w:eastAsia="fr-FR"/>
        </w:rPr>
        <w:t>elle est si bonne ! »</w:t>
      </w:r>
    </w:p>
    <w:p w:rsidR="009F1F18" w:rsidRPr="003C443E" w:rsidRDefault="009F1F18" w:rsidP="003C443E">
      <w:pPr>
        <w:pStyle w:val="Cartable"/>
      </w:pPr>
    </w:p>
    <w:sectPr w:rsidR="009F1F18" w:rsidRPr="003C443E" w:rsidSect="000B32E0">
      <w:footerReference w:type="default" r:id="rId7"/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683" w:rsidRDefault="00FD7683" w:rsidP="00737C04">
      <w:pPr>
        <w:spacing w:after="0" w:line="240" w:lineRule="auto"/>
      </w:pPr>
      <w:r>
        <w:separator/>
      </w:r>
    </w:p>
  </w:endnote>
  <w:endnote w:type="continuationSeparator" w:id="0">
    <w:p w:rsidR="00FD7683" w:rsidRDefault="00FD7683" w:rsidP="00737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C04" w:rsidRDefault="00737C04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7E341B31" wp14:editId="3004115A">
          <wp:simplePos x="0" y="0"/>
          <wp:positionH relativeFrom="margin">
            <wp:align>left</wp:align>
          </wp:positionH>
          <wp:positionV relativeFrom="paragraph">
            <wp:posOffset>-161925</wp:posOffset>
          </wp:positionV>
          <wp:extent cx="469900" cy="478790"/>
          <wp:effectExtent l="0" t="0" r="6350" b="0"/>
          <wp:wrapTight wrapText="bothSides">
            <wp:wrapPolygon edited="0">
              <wp:start x="7881" y="0"/>
              <wp:lineTo x="1751" y="2578"/>
              <wp:lineTo x="0" y="14610"/>
              <wp:lineTo x="0" y="20626"/>
              <wp:lineTo x="21016" y="20626"/>
              <wp:lineTo x="21016" y="15469"/>
              <wp:lineTo x="19265" y="1719"/>
              <wp:lineTo x="13135" y="0"/>
              <wp:lineTo x="7881" y="0"/>
            </wp:wrapPolygon>
          </wp:wrapTight>
          <wp:docPr id="13" name="Imag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artisticPhotocopy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90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683" w:rsidRDefault="00FD7683" w:rsidP="00737C04">
      <w:pPr>
        <w:spacing w:after="0" w:line="240" w:lineRule="auto"/>
      </w:pPr>
      <w:r>
        <w:separator/>
      </w:r>
    </w:p>
  </w:footnote>
  <w:footnote w:type="continuationSeparator" w:id="0">
    <w:p w:rsidR="00FD7683" w:rsidRDefault="00FD7683" w:rsidP="00737C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C04"/>
    <w:rsid w:val="00002084"/>
    <w:rsid w:val="00005205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B197E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8FD"/>
    <w:rsid w:val="00154C15"/>
    <w:rsid w:val="00167292"/>
    <w:rsid w:val="0018578F"/>
    <w:rsid w:val="00192F72"/>
    <w:rsid w:val="001C7C50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314605"/>
    <w:rsid w:val="00314D44"/>
    <w:rsid w:val="003253DD"/>
    <w:rsid w:val="00336682"/>
    <w:rsid w:val="00367C72"/>
    <w:rsid w:val="00374A9E"/>
    <w:rsid w:val="00394626"/>
    <w:rsid w:val="003B4595"/>
    <w:rsid w:val="003C443E"/>
    <w:rsid w:val="003C5858"/>
    <w:rsid w:val="003E5244"/>
    <w:rsid w:val="003F09CC"/>
    <w:rsid w:val="00412B56"/>
    <w:rsid w:val="00422386"/>
    <w:rsid w:val="00431AFD"/>
    <w:rsid w:val="004439DF"/>
    <w:rsid w:val="00460428"/>
    <w:rsid w:val="00490966"/>
    <w:rsid w:val="00495CA4"/>
    <w:rsid w:val="004B32AD"/>
    <w:rsid w:val="004F02E3"/>
    <w:rsid w:val="004F1F8D"/>
    <w:rsid w:val="0052089B"/>
    <w:rsid w:val="00520DEA"/>
    <w:rsid w:val="005272FF"/>
    <w:rsid w:val="00533911"/>
    <w:rsid w:val="00535536"/>
    <w:rsid w:val="0055212F"/>
    <w:rsid w:val="005722A6"/>
    <w:rsid w:val="005810DA"/>
    <w:rsid w:val="005879A3"/>
    <w:rsid w:val="005C7FC2"/>
    <w:rsid w:val="00613ABB"/>
    <w:rsid w:val="0062153D"/>
    <w:rsid w:val="0062626B"/>
    <w:rsid w:val="00636FBC"/>
    <w:rsid w:val="00643F62"/>
    <w:rsid w:val="00653BF0"/>
    <w:rsid w:val="00685DD5"/>
    <w:rsid w:val="006C5A12"/>
    <w:rsid w:val="006C6B0B"/>
    <w:rsid w:val="006C74BD"/>
    <w:rsid w:val="006D25CF"/>
    <w:rsid w:val="006E6473"/>
    <w:rsid w:val="0071246B"/>
    <w:rsid w:val="0072281C"/>
    <w:rsid w:val="007229E0"/>
    <w:rsid w:val="00731354"/>
    <w:rsid w:val="00732B53"/>
    <w:rsid w:val="00737C04"/>
    <w:rsid w:val="00761E84"/>
    <w:rsid w:val="00762CD0"/>
    <w:rsid w:val="00777BE8"/>
    <w:rsid w:val="00784E38"/>
    <w:rsid w:val="007A6120"/>
    <w:rsid w:val="007A6EB7"/>
    <w:rsid w:val="007C34A1"/>
    <w:rsid w:val="007C4470"/>
    <w:rsid w:val="007D2C10"/>
    <w:rsid w:val="007D522F"/>
    <w:rsid w:val="007E5B9F"/>
    <w:rsid w:val="008078F6"/>
    <w:rsid w:val="0081126F"/>
    <w:rsid w:val="0081609E"/>
    <w:rsid w:val="0084195F"/>
    <w:rsid w:val="008457CA"/>
    <w:rsid w:val="00852228"/>
    <w:rsid w:val="008555D1"/>
    <w:rsid w:val="00861682"/>
    <w:rsid w:val="00861956"/>
    <w:rsid w:val="008624BE"/>
    <w:rsid w:val="008837ED"/>
    <w:rsid w:val="00894344"/>
    <w:rsid w:val="008A5EB5"/>
    <w:rsid w:val="008C5275"/>
    <w:rsid w:val="008D27CD"/>
    <w:rsid w:val="008D550D"/>
    <w:rsid w:val="008D7ECB"/>
    <w:rsid w:val="008E0AAE"/>
    <w:rsid w:val="008E15FE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F1F18"/>
    <w:rsid w:val="009F2151"/>
    <w:rsid w:val="009F3B42"/>
    <w:rsid w:val="00A3423C"/>
    <w:rsid w:val="00A54A51"/>
    <w:rsid w:val="00A604BB"/>
    <w:rsid w:val="00A71727"/>
    <w:rsid w:val="00A77C24"/>
    <w:rsid w:val="00A823BE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262A"/>
    <w:rsid w:val="00B06DB2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77CC"/>
    <w:rsid w:val="00BB13FC"/>
    <w:rsid w:val="00BB4BC1"/>
    <w:rsid w:val="00BC14CE"/>
    <w:rsid w:val="00BD0CDE"/>
    <w:rsid w:val="00BE2013"/>
    <w:rsid w:val="00BF1C0D"/>
    <w:rsid w:val="00BF7D76"/>
    <w:rsid w:val="00C1709E"/>
    <w:rsid w:val="00C624CD"/>
    <w:rsid w:val="00C74A98"/>
    <w:rsid w:val="00C81229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C23BF"/>
    <w:rsid w:val="00DC65D9"/>
    <w:rsid w:val="00DD05F9"/>
    <w:rsid w:val="00DD5E53"/>
    <w:rsid w:val="00E06C19"/>
    <w:rsid w:val="00E107F5"/>
    <w:rsid w:val="00E152C6"/>
    <w:rsid w:val="00E1699D"/>
    <w:rsid w:val="00E2479D"/>
    <w:rsid w:val="00E82B50"/>
    <w:rsid w:val="00E85B8E"/>
    <w:rsid w:val="00E97227"/>
    <w:rsid w:val="00EA297A"/>
    <w:rsid w:val="00EA48A1"/>
    <w:rsid w:val="00EB5851"/>
    <w:rsid w:val="00EC5130"/>
    <w:rsid w:val="00EC7C85"/>
    <w:rsid w:val="00ED1B70"/>
    <w:rsid w:val="00EE379E"/>
    <w:rsid w:val="00EF402A"/>
    <w:rsid w:val="00F07391"/>
    <w:rsid w:val="00F24CA7"/>
    <w:rsid w:val="00F262A7"/>
    <w:rsid w:val="00F35785"/>
    <w:rsid w:val="00F74E5F"/>
    <w:rsid w:val="00FA2C45"/>
    <w:rsid w:val="00FD7683"/>
    <w:rsid w:val="00FD7CC5"/>
    <w:rsid w:val="00FE02F7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F89FF8"/>
  <w15:docId w15:val="{333946F4-743B-4D44-8E3F-8F4EC84C9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A48A1"/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  <w:rsid w:val="00EA48A1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EA48A1"/>
  </w:style>
  <w:style w:type="table" w:styleId="Grilledutableau">
    <w:name w:val="Table Grid"/>
    <w:basedOn w:val="TableauNormal"/>
    <w:uiPriority w:val="59"/>
    <w:rsid w:val="00EA4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EA48A1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EA4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EA4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EA4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37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7C04"/>
    <w:rPr>
      <w:rFonts w:eastAsiaTheme="minorHAnsi"/>
    </w:rPr>
  </w:style>
  <w:style w:type="paragraph" w:styleId="Pieddepage">
    <w:name w:val="footer"/>
    <w:basedOn w:val="Normal"/>
    <w:link w:val="PieddepageCar"/>
    <w:uiPriority w:val="99"/>
    <w:unhideWhenUsed/>
    <w:rsid w:val="00737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7C04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sistante\Documents\Adaptateur2013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C99E8-DD38-4BA0-9224-C043061D7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Adaptateur2013.dotm</Template>
  <TotalTime>1</TotalTime>
  <Pages>6</Pages>
  <Words>512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Assistante</dc:creator>
  <cp:lastModifiedBy>Assistante</cp:lastModifiedBy>
  <cp:revision>6</cp:revision>
  <cp:lastPrinted>2017-06-06T13:55:00Z</cp:lastPrinted>
  <dcterms:created xsi:type="dcterms:W3CDTF">2017-06-01T12:05:00Z</dcterms:created>
  <dcterms:modified xsi:type="dcterms:W3CDTF">2017-08-04T12:09:00Z</dcterms:modified>
</cp:coreProperties>
</file>